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A8FFEF" w14:textId="7C8C6100" w:rsidR="00EF7290" w:rsidRPr="003D29B1" w:rsidRDefault="00EF7290" w:rsidP="00B860CF">
      <w:pPr>
        <w:rPr>
          <w:rFonts w:ascii="Times New Roman" w:hAnsi="Times New Roman"/>
        </w:rPr>
      </w:pPr>
    </w:p>
    <w:p w14:paraId="18A327DB" w14:textId="3DB8DEEB" w:rsidR="00CE7E18" w:rsidRPr="003D29B1" w:rsidRDefault="00CE7E18" w:rsidP="00B860CF">
      <w:pPr>
        <w:rPr>
          <w:rFonts w:ascii="Times New Roman" w:hAnsi="Times New Roman"/>
        </w:rPr>
      </w:pPr>
      <w:r w:rsidRPr="003D29B1">
        <w:rPr>
          <w:rFonts w:ascii="Times New Roman" w:hAnsi="Times New Roman"/>
        </w:rPr>
        <w:t xml:space="preserve">Konkurentsiamet                                                               </w:t>
      </w:r>
      <w:r w:rsidR="00FA731C" w:rsidRPr="003D29B1">
        <w:rPr>
          <w:rFonts w:ascii="Times New Roman" w:hAnsi="Times New Roman"/>
        </w:rPr>
        <w:t xml:space="preserve">Teie: </w:t>
      </w:r>
      <w:r w:rsidRPr="003D29B1">
        <w:rPr>
          <w:rFonts w:ascii="Times New Roman" w:hAnsi="Times New Roman"/>
        </w:rPr>
        <w:t>0</w:t>
      </w:r>
      <w:r w:rsidR="00CD1DBC">
        <w:rPr>
          <w:rFonts w:ascii="Times New Roman" w:hAnsi="Times New Roman"/>
        </w:rPr>
        <w:t>4</w:t>
      </w:r>
      <w:r w:rsidRPr="003D29B1">
        <w:rPr>
          <w:rFonts w:ascii="Times New Roman" w:hAnsi="Times New Roman"/>
        </w:rPr>
        <w:t>.11.202</w:t>
      </w:r>
      <w:r w:rsidR="00CD1DBC">
        <w:rPr>
          <w:rFonts w:ascii="Times New Roman" w:hAnsi="Times New Roman"/>
        </w:rPr>
        <w:t>5</w:t>
      </w:r>
      <w:r w:rsidRPr="003D29B1">
        <w:rPr>
          <w:rFonts w:ascii="Times New Roman" w:hAnsi="Times New Roman"/>
        </w:rPr>
        <w:t xml:space="preserve"> nr </w:t>
      </w:r>
      <w:r w:rsidR="00CD1DBC">
        <w:rPr>
          <w:rFonts w:ascii="Times New Roman" w:hAnsi="Times New Roman"/>
        </w:rPr>
        <w:t>9</w:t>
      </w:r>
      <w:r w:rsidRPr="003D29B1">
        <w:rPr>
          <w:rFonts w:ascii="Times New Roman" w:hAnsi="Times New Roman"/>
        </w:rPr>
        <w:t>-</w:t>
      </w:r>
      <w:r w:rsidR="00CD1DBC">
        <w:rPr>
          <w:rFonts w:ascii="Times New Roman" w:hAnsi="Times New Roman"/>
        </w:rPr>
        <w:t>1</w:t>
      </w:r>
      <w:r w:rsidRPr="003D29B1">
        <w:rPr>
          <w:rFonts w:ascii="Times New Roman" w:hAnsi="Times New Roman"/>
        </w:rPr>
        <w:t>/2</w:t>
      </w:r>
      <w:r w:rsidR="00CD1DBC">
        <w:rPr>
          <w:rFonts w:ascii="Times New Roman" w:hAnsi="Times New Roman"/>
        </w:rPr>
        <w:t>025</w:t>
      </w:r>
      <w:r w:rsidRPr="003D29B1">
        <w:rPr>
          <w:rFonts w:ascii="Times New Roman" w:hAnsi="Times New Roman"/>
        </w:rPr>
        <w:t>-0</w:t>
      </w:r>
      <w:r w:rsidR="00CD1DBC">
        <w:rPr>
          <w:rFonts w:ascii="Times New Roman" w:hAnsi="Times New Roman"/>
        </w:rPr>
        <w:t>77</w:t>
      </w:r>
      <w:r w:rsidRPr="003D29B1">
        <w:rPr>
          <w:rFonts w:ascii="Times New Roman" w:hAnsi="Times New Roman"/>
        </w:rPr>
        <w:t>-</w:t>
      </w:r>
      <w:r w:rsidR="00CD1DBC">
        <w:rPr>
          <w:rFonts w:ascii="Times New Roman" w:hAnsi="Times New Roman"/>
        </w:rPr>
        <w:t>1</w:t>
      </w:r>
    </w:p>
    <w:p w14:paraId="1EA3EF58" w14:textId="2B999922" w:rsidR="00C949BC" w:rsidRPr="003D29B1" w:rsidRDefault="00CD1DBC" w:rsidP="00B860CF">
      <w:pPr>
        <w:rPr>
          <w:rFonts w:ascii="Times New Roman" w:hAnsi="Times New Roman"/>
        </w:rPr>
      </w:pPr>
      <w:hyperlink r:id="rId8" w:history="1">
        <w:r w:rsidRPr="00027EFB">
          <w:rPr>
            <w:rStyle w:val="Hperlink"/>
            <w:rFonts w:ascii="Times New Roman" w:hAnsi="Times New Roman"/>
          </w:rPr>
          <w:t>Vivika.Kruusmagi@konkurentsiamet.ee</w:t>
        </w:r>
      </w:hyperlink>
      <w:r w:rsidR="00CE7E18" w:rsidRPr="003D29B1">
        <w:rPr>
          <w:rFonts w:ascii="Times New Roman" w:hAnsi="Times New Roman"/>
        </w:rPr>
        <w:t xml:space="preserve"> </w:t>
      </w:r>
      <w:r w:rsidR="00FA731C" w:rsidRPr="003D29B1">
        <w:rPr>
          <w:rFonts w:ascii="Times New Roman" w:hAnsi="Times New Roman"/>
        </w:rPr>
        <w:t xml:space="preserve">                          Meie:</w:t>
      </w:r>
      <w:r w:rsidR="00882F7F">
        <w:rPr>
          <w:rFonts w:ascii="Times New Roman" w:hAnsi="Times New Roman"/>
        </w:rPr>
        <w:t xml:space="preserve"> 0</w:t>
      </w:r>
      <w:r w:rsidR="00C87A76">
        <w:rPr>
          <w:rFonts w:ascii="Times New Roman" w:hAnsi="Times New Roman"/>
        </w:rPr>
        <w:t>5</w:t>
      </w:r>
      <w:r w:rsidR="00882F7F">
        <w:rPr>
          <w:rFonts w:ascii="Times New Roman" w:hAnsi="Times New Roman"/>
        </w:rPr>
        <w:t>.</w:t>
      </w:r>
      <w:r w:rsidR="000026B8" w:rsidRPr="003D29B1">
        <w:rPr>
          <w:rFonts w:ascii="Times New Roman" w:hAnsi="Times New Roman"/>
        </w:rPr>
        <w:t>1</w:t>
      </w:r>
      <w:r w:rsidR="00CE7E18" w:rsidRPr="003D29B1">
        <w:rPr>
          <w:rFonts w:ascii="Times New Roman" w:hAnsi="Times New Roman"/>
        </w:rPr>
        <w:t>1</w:t>
      </w:r>
      <w:r w:rsidR="000026B8" w:rsidRPr="003D29B1">
        <w:rPr>
          <w:rFonts w:ascii="Times New Roman" w:hAnsi="Times New Roman"/>
        </w:rPr>
        <w:t>.20</w:t>
      </w:r>
      <w:r w:rsidR="00CE7E18" w:rsidRPr="003D29B1">
        <w:rPr>
          <w:rFonts w:ascii="Times New Roman" w:hAnsi="Times New Roman"/>
        </w:rPr>
        <w:t>2</w:t>
      </w:r>
      <w:r>
        <w:rPr>
          <w:rFonts w:ascii="Times New Roman" w:hAnsi="Times New Roman"/>
        </w:rPr>
        <w:t>5</w:t>
      </w:r>
      <w:r w:rsidR="000026B8" w:rsidRPr="003D29B1">
        <w:rPr>
          <w:rFonts w:ascii="Times New Roman" w:hAnsi="Times New Roman"/>
        </w:rPr>
        <w:t xml:space="preserve"> nr</w:t>
      </w:r>
      <w:r w:rsidR="00C87A76">
        <w:rPr>
          <w:rFonts w:ascii="Times New Roman" w:hAnsi="Times New Roman"/>
        </w:rPr>
        <w:t>. 051125</w:t>
      </w:r>
    </w:p>
    <w:p w14:paraId="138C1866" w14:textId="77777777" w:rsidR="00CE7E18" w:rsidRDefault="00CE7E18" w:rsidP="00C949BC">
      <w:pPr>
        <w:rPr>
          <w:rFonts w:ascii="Times New Roman" w:hAnsi="Times New Roman"/>
        </w:rPr>
      </w:pPr>
    </w:p>
    <w:p w14:paraId="02EEF96D" w14:textId="77777777" w:rsidR="005B51A3" w:rsidRDefault="005B51A3" w:rsidP="00C949BC">
      <w:pPr>
        <w:rPr>
          <w:rFonts w:ascii="Times New Roman" w:hAnsi="Times New Roman"/>
        </w:rPr>
      </w:pPr>
    </w:p>
    <w:p w14:paraId="47E99F3F" w14:textId="77777777" w:rsidR="005B51A3" w:rsidRPr="003D29B1" w:rsidRDefault="005B51A3" w:rsidP="00C949BC">
      <w:pPr>
        <w:rPr>
          <w:rFonts w:ascii="Times New Roman" w:hAnsi="Times New Roman"/>
        </w:rPr>
      </w:pPr>
    </w:p>
    <w:p w14:paraId="5E7FCA99" w14:textId="35816773" w:rsidR="006A6249" w:rsidRPr="003D29B1" w:rsidRDefault="00CD1DBC" w:rsidP="00C949BC"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Füüsiliste ja juriidiliste isikute hindade ühtlustamisest</w:t>
      </w:r>
    </w:p>
    <w:p w14:paraId="3991C0F6" w14:textId="2310F081" w:rsidR="002E4F6D" w:rsidRPr="003D29B1" w:rsidRDefault="002E4F6D" w:rsidP="00C949BC">
      <w:pPr>
        <w:rPr>
          <w:rFonts w:ascii="Times New Roman" w:hAnsi="Times New Roman"/>
        </w:rPr>
      </w:pPr>
    </w:p>
    <w:p w14:paraId="465CEB13" w14:textId="3C6E6F15" w:rsidR="00CE7E18" w:rsidRPr="003D29B1" w:rsidRDefault="00CD1DBC" w:rsidP="00CD1DBC">
      <w:pPr>
        <w:rPr>
          <w:rFonts w:ascii="Times New Roman" w:hAnsi="Times New Roman"/>
        </w:rPr>
      </w:pPr>
      <w:r>
        <w:rPr>
          <w:rFonts w:ascii="Times New Roman" w:hAnsi="Times New Roman"/>
        </w:rPr>
        <w:t>Tapa Vesi OÜ plaanib hinnad ühtlustada hiljemalt 01. juuliks 2026.</w:t>
      </w:r>
    </w:p>
    <w:p w14:paraId="25466C18" w14:textId="77777777" w:rsidR="00932414" w:rsidRPr="003D29B1" w:rsidRDefault="00932414" w:rsidP="00C949BC">
      <w:pPr>
        <w:rPr>
          <w:rFonts w:ascii="Times New Roman" w:hAnsi="Times New Roman"/>
        </w:rPr>
      </w:pPr>
    </w:p>
    <w:p w14:paraId="1EC0CB44" w14:textId="4AB0AE2E" w:rsidR="00C949BC" w:rsidRPr="003D29B1" w:rsidRDefault="005E07BF" w:rsidP="00C949BC">
      <w:pPr>
        <w:rPr>
          <w:rFonts w:ascii="Times New Roman" w:hAnsi="Times New Roman"/>
        </w:rPr>
      </w:pPr>
      <w:r w:rsidRPr="003D29B1">
        <w:rPr>
          <w:rFonts w:ascii="Times New Roman" w:hAnsi="Times New Roman"/>
        </w:rPr>
        <w:t xml:space="preserve"> </w:t>
      </w:r>
      <w:r w:rsidR="00C949BC" w:rsidRPr="003D29B1">
        <w:rPr>
          <w:rFonts w:ascii="Times New Roman" w:hAnsi="Times New Roman"/>
        </w:rPr>
        <w:t>Lugupidamisega</w:t>
      </w:r>
    </w:p>
    <w:p w14:paraId="6542B742" w14:textId="77777777" w:rsidR="00C949BC" w:rsidRPr="003D29B1" w:rsidRDefault="00C949BC" w:rsidP="00C949BC">
      <w:pPr>
        <w:rPr>
          <w:rFonts w:ascii="Times New Roman" w:hAnsi="Times New Roman"/>
        </w:rPr>
      </w:pPr>
      <w:r w:rsidRPr="003D29B1">
        <w:rPr>
          <w:rFonts w:ascii="Times New Roman" w:hAnsi="Times New Roman"/>
        </w:rPr>
        <w:t>/digiallkiri/</w:t>
      </w:r>
    </w:p>
    <w:p w14:paraId="4B7D4AB9" w14:textId="10912E5C" w:rsidR="00C949BC" w:rsidRPr="003D29B1" w:rsidRDefault="00CD1DBC" w:rsidP="00C949BC">
      <w:pPr>
        <w:rPr>
          <w:rFonts w:ascii="Times New Roman" w:hAnsi="Times New Roman"/>
        </w:rPr>
      </w:pPr>
      <w:r>
        <w:rPr>
          <w:rFonts w:ascii="Times New Roman" w:hAnsi="Times New Roman"/>
        </w:rPr>
        <w:t>Arne Arumägi</w:t>
      </w:r>
    </w:p>
    <w:p w14:paraId="468DB424" w14:textId="3D18DBBB" w:rsidR="00C949BC" w:rsidRDefault="00762513" w:rsidP="00B860CF">
      <w:pPr>
        <w:rPr>
          <w:rFonts w:ascii="Times New Roman" w:hAnsi="Times New Roman"/>
        </w:rPr>
      </w:pPr>
      <w:r w:rsidRPr="003D29B1">
        <w:rPr>
          <w:rFonts w:ascii="Times New Roman" w:hAnsi="Times New Roman"/>
        </w:rPr>
        <w:t xml:space="preserve">Juhatuse </w:t>
      </w:r>
      <w:r w:rsidR="00CD1DBC">
        <w:rPr>
          <w:rFonts w:ascii="Times New Roman" w:hAnsi="Times New Roman"/>
        </w:rPr>
        <w:t>liige</w:t>
      </w:r>
      <w:r w:rsidR="000C05B4" w:rsidRPr="003D29B1">
        <w:rPr>
          <w:rFonts w:ascii="Times New Roman" w:hAnsi="Times New Roman"/>
        </w:rPr>
        <w:t xml:space="preserve"> </w:t>
      </w:r>
    </w:p>
    <w:p w14:paraId="431AB304" w14:textId="77777777" w:rsidR="005B51A3" w:rsidRDefault="005B51A3" w:rsidP="00B860CF">
      <w:pPr>
        <w:rPr>
          <w:rFonts w:ascii="Times New Roman" w:hAnsi="Times New Roman"/>
        </w:rPr>
      </w:pPr>
    </w:p>
    <w:p w14:paraId="5F8F5369" w14:textId="77777777" w:rsidR="005B51A3" w:rsidRDefault="005B51A3" w:rsidP="00B860CF">
      <w:pPr>
        <w:rPr>
          <w:rFonts w:ascii="Times New Roman" w:hAnsi="Times New Roman"/>
        </w:rPr>
      </w:pPr>
    </w:p>
    <w:p w14:paraId="798749F0" w14:textId="77777777" w:rsidR="005B51A3" w:rsidRDefault="005B51A3" w:rsidP="00B860CF">
      <w:pPr>
        <w:rPr>
          <w:rFonts w:ascii="Times New Roman" w:hAnsi="Times New Roman"/>
        </w:rPr>
      </w:pPr>
    </w:p>
    <w:p w14:paraId="01AD3119" w14:textId="5362E732" w:rsidR="005B51A3" w:rsidRDefault="005B51A3" w:rsidP="00B860CF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Mati </w:t>
      </w:r>
      <w:proofErr w:type="spellStart"/>
      <w:r>
        <w:rPr>
          <w:rFonts w:ascii="Times New Roman" w:hAnsi="Times New Roman"/>
        </w:rPr>
        <w:t>Kanarik</w:t>
      </w:r>
      <w:proofErr w:type="spellEnd"/>
    </w:p>
    <w:p w14:paraId="4B1561A8" w14:textId="40A17D2B" w:rsidR="005B51A3" w:rsidRDefault="005B51A3" w:rsidP="00B860CF">
      <w:pPr>
        <w:rPr>
          <w:rFonts w:ascii="Times New Roman" w:hAnsi="Times New Roman"/>
        </w:rPr>
      </w:pPr>
      <w:r>
        <w:rPr>
          <w:rFonts w:ascii="Times New Roman" w:hAnsi="Times New Roman"/>
        </w:rPr>
        <w:t>5066671</w:t>
      </w:r>
    </w:p>
    <w:p w14:paraId="063D883D" w14:textId="102910A7" w:rsidR="005B51A3" w:rsidRPr="003D29B1" w:rsidRDefault="005B51A3" w:rsidP="00B860CF">
      <w:pPr>
        <w:rPr>
          <w:rFonts w:ascii="Times New Roman" w:hAnsi="Times New Roman"/>
        </w:rPr>
      </w:pPr>
      <w:r>
        <w:rPr>
          <w:rFonts w:ascii="Times New Roman" w:hAnsi="Times New Roman"/>
        </w:rPr>
        <w:t>Mati.kanarik@tapavesi.ee</w:t>
      </w:r>
    </w:p>
    <w:sectPr w:rsidR="005B51A3" w:rsidRPr="003D29B1" w:rsidSect="00C3748F">
      <w:footerReference w:type="default" r:id="rId9"/>
      <w:headerReference w:type="first" r:id="rId10"/>
      <w:footerReference w:type="first" r:id="rId11"/>
      <w:pgSz w:w="11906" w:h="16838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5E01CD" w14:textId="77777777" w:rsidR="000A72D6" w:rsidRDefault="000A72D6" w:rsidP="005162E7">
      <w:pPr>
        <w:spacing w:after="0" w:line="240" w:lineRule="auto"/>
      </w:pPr>
      <w:r>
        <w:separator/>
      </w:r>
    </w:p>
  </w:endnote>
  <w:endnote w:type="continuationSeparator" w:id="0">
    <w:p w14:paraId="43BF83BB" w14:textId="77777777" w:rsidR="000A72D6" w:rsidRDefault="000A72D6" w:rsidP="005162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46C619" w14:textId="77777777" w:rsidR="00A615AF" w:rsidRDefault="00000000" w:rsidP="00A615AF">
    <w:pPr>
      <w:pStyle w:val="Jalus"/>
      <w:jc w:val="center"/>
    </w:pPr>
    <w:r>
      <w:pict w14:anchorId="5F1B67F6">
        <v:rect id="_x0000_i1025" style="width:453.6pt;height:1.5pt" o:hralign="center" o:hrstd="t" o:hrnoshade="t" o:hr="t" fillcolor="#4f81bd" stroked="f"/>
      </w:pict>
    </w:r>
  </w:p>
  <w:p w14:paraId="3A2A9455" w14:textId="77777777" w:rsidR="00A615AF" w:rsidRPr="00C3748F" w:rsidRDefault="00A615AF" w:rsidP="00A615AF">
    <w:pPr>
      <w:pStyle w:val="Jalus"/>
      <w:rPr>
        <w:rFonts w:ascii="Times New Roman" w:hAnsi="Times New Roman"/>
        <w:sz w:val="20"/>
        <w:szCs w:val="20"/>
      </w:rPr>
    </w:pPr>
    <w:r w:rsidRPr="00C3748F">
      <w:rPr>
        <w:rFonts w:ascii="Times New Roman" w:hAnsi="Times New Roman"/>
        <w:b/>
        <w:sz w:val="20"/>
        <w:szCs w:val="20"/>
      </w:rPr>
      <w:t>OÜ Tapa Vesi</w:t>
    </w:r>
    <w:r w:rsidRPr="00C3748F">
      <w:rPr>
        <w:rFonts w:ascii="Times New Roman" w:hAnsi="Times New Roman"/>
        <w:sz w:val="20"/>
        <w:szCs w:val="20"/>
      </w:rPr>
      <w:t xml:space="preserve">                             Registrikood: 10293718                                         </w:t>
    </w:r>
    <w:proofErr w:type="spellStart"/>
    <w:r w:rsidRPr="00C3748F">
      <w:rPr>
        <w:rFonts w:ascii="Times New Roman" w:hAnsi="Times New Roman"/>
        <w:sz w:val="20"/>
        <w:szCs w:val="20"/>
      </w:rPr>
      <w:t>Üldtelefon</w:t>
    </w:r>
    <w:proofErr w:type="spellEnd"/>
    <w:r w:rsidRPr="00C3748F">
      <w:rPr>
        <w:rFonts w:ascii="Times New Roman" w:hAnsi="Times New Roman"/>
        <w:sz w:val="20"/>
        <w:szCs w:val="20"/>
      </w:rPr>
      <w:t>: 32 20048</w:t>
    </w:r>
    <w:r w:rsidRPr="00C3748F">
      <w:rPr>
        <w:rFonts w:ascii="Times New Roman" w:hAnsi="Times New Roman"/>
        <w:sz w:val="20"/>
        <w:szCs w:val="20"/>
      </w:rPr>
      <w:tab/>
    </w:r>
  </w:p>
  <w:p w14:paraId="0E896643" w14:textId="77777777" w:rsidR="00A615AF" w:rsidRPr="00C3748F" w:rsidRDefault="00A615AF" w:rsidP="00A615AF">
    <w:pPr>
      <w:pStyle w:val="Jalus"/>
      <w:rPr>
        <w:rFonts w:ascii="Times New Roman" w:hAnsi="Times New Roman"/>
        <w:sz w:val="20"/>
        <w:szCs w:val="20"/>
      </w:rPr>
    </w:pPr>
    <w:r w:rsidRPr="00C3748F">
      <w:rPr>
        <w:rFonts w:ascii="Times New Roman" w:hAnsi="Times New Roman"/>
        <w:sz w:val="20"/>
        <w:szCs w:val="20"/>
      </w:rPr>
      <w:t xml:space="preserve">Rakvere tee 1                               Arveldusarved: 1120119469 Swedbank                </w:t>
    </w:r>
    <w:r>
      <w:rPr>
        <w:rFonts w:ascii="Times New Roman" w:hAnsi="Times New Roman"/>
        <w:sz w:val="20"/>
        <w:szCs w:val="20"/>
      </w:rPr>
      <w:t xml:space="preserve"> Raa</w:t>
    </w:r>
    <w:r w:rsidRPr="00C3748F">
      <w:rPr>
        <w:rFonts w:ascii="Times New Roman" w:hAnsi="Times New Roman"/>
        <w:sz w:val="20"/>
        <w:szCs w:val="20"/>
      </w:rPr>
      <w:t xml:space="preserve">matupidamine: 3293978                                                                           </w:t>
    </w:r>
  </w:p>
  <w:p w14:paraId="4824C299" w14:textId="77777777" w:rsidR="00A615AF" w:rsidRPr="00C3748F" w:rsidRDefault="00A615AF" w:rsidP="00A615AF">
    <w:pPr>
      <w:pStyle w:val="Jalus"/>
      <w:rPr>
        <w:rFonts w:ascii="Times New Roman" w:hAnsi="Times New Roman"/>
        <w:sz w:val="20"/>
        <w:szCs w:val="20"/>
      </w:rPr>
    </w:pPr>
    <w:r w:rsidRPr="00C3748F">
      <w:rPr>
        <w:rFonts w:ascii="Times New Roman" w:hAnsi="Times New Roman"/>
        <w:sz w:val="20"/>
        <w:szCs w:val="20"/>
      </w:rPr>
      <w:t xml:space="preserve">45106 TAPA                                                         10502018280009 SEB     </w:t>
    </w:r>
    <w:r>
      <w:rPr>
        <w:rFonts w:ascii="Times New Roman" w:hAnsi="Times New Roman"/>
        <w:sz w:val="20"/>
        <w:szCs w:val="20"/>
      </w:rPr>
      <w:t xml:space="preserve">             </w:t>
    </w:r>
    <w:r w:rsidRPr="00C3748F">
      <w:rPr>
        <w:rFonts w:ascii="Times New Roman" w:hAnsi="Times New Roman"/>
        <w:sz w:val="20"/>
        <w:szCs w:val="20"/>
      </w:rPr>
      <w:t xml:space="preserve"> </w:t>
    </w:r>
    <w:proofErr w:type="spellStart"/>
    <w:r>
      <w:rPr>
        <w:rFonts w:ascii="Times New Roman" w:hAnsi="Times New Roman"/>
        <w:sz w:val="20"/>
        <w:szCs w:val="20"/>
      </w:rPr>
      <w:t>E</w:t>
    </w:r>
    <w:r w:rsidRPr="00C3748F">
      <w:rPr>
        <w:rFonts w:ascii="Times New Roman" w:hAnsi="Times New Roman"/>
        <w:sz w:val="20"/>
        <w:szCs w:val="20"/>
      </w:rPr>
      <w:t>-mail:tapavesi@tapavesi.ee</w:t>
    </w:r>
    <w:proofErr w:type="spellEnd"/>
    <w:r w:rsidRPr="00C3748F">
      <w:rPr>
        <w:rFonts w:ascii="Times New Roman" w:hAnsi="Times New Roman"/>
        <w:sz w:val="20"/>
        <w:szCs w:val="20"/>
      </w:rPr>
      <w:t xml:space="preserve"> </w:t>
    </w:r>
  </w:p>
  <w:p w14:paraId="454A5281" w14:textId="77777777" w:rsidR="00A615AF" w:rsidRDefault="00A615AF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05FBFF" w14:textId="77777777" w:rsidR="008D543C" w:rsidRDefault="008D543C" w:rsidP="005162E7">
    <w:pPr>
      <w:pStyle w:val="Jalus"/>
      <w:jc w:val="center"/>
    </w:pPr>
  </w:p>
  <w:p w14:paraId="69A16CA8" w14:textId="77777777" w:rsidR="008D543C" w:rsidRDefault="008D543C" w:rsidP="005162E7">
    <w:pPr>
      <w:pStyle w:val="Jalus"/>
      <w:jc w:val="center"/>
    </w:pPr>
  </w:p>
  <w:p w14:paraId="70D24F28" w14:textId="77777777" w:rsidR="008D543C" w:rsidRDefault="00000000" w:rsidP="005162E7">
    <w:pPr>
      <w:pStyle w:val="Jalus"/>
      <w:jc w:val="center"/>
    </w:pPr>
    <w:r>
      <w:pict w14:anchorId="5FE192BE">
        <v:rect id="_x0000_i1026" style="width:453.6pt;height:1.5pt" o:hralign="center" o:hrstd="t" o:hrnoshade="t" o:hr="t" fillcolor="#4f81bd" stroked="f"/>
      </w:pict>
    </w:r>
  </w:p>
  <w:p w14:paraId="4F33A179" w14:textId="77777777" w:rsidR="008D543C" w:rsidRPr="00C3748F" w:rsidRDefault="008D543C" w:rsidP="00D8154A">
    <w:pPr>
      <w:pStyle w:val="Jalus"/>
      <w:rPr>
        <w:rFonts w:ascii="Times New Roman" w:hAnsi="Times New Roman"/>
        <w:sz w:val="20"/>
        <w:szCs w:val="20"/>
      </w:rPr>
    </w:pPr>
    <w:r w:rsidRPr="00C3748F">
      <w:rPr>
        <w:rFonts w:ascii="Times New Roman" w:hAnsi="Times New Roman"/>
        <w:b/>
        <w:sz w:val="20"/>
        <w:szCs w:val="20"/>
      </w:rPr>
      <w:t>OÜ Tapa Vesi</w:t>
    </w:r>
    <w:r w:rsidRPr="00C3748F">
      <w:rPr>
        <w:rFonts w:ascii="Times New Roman" w:hAnsi="Times New Roman"/>
        <w:sz w:val="20"/>
        <w:szCs w:val="20"/>
      </w:rPr>
      <w:t xml:space="preserve">                             Registrikood: 10293718                                         </w:t>
    </w:r>
    <w:proofErr w:type="spellStart"/>
    <w:r w:rsidRPr="00C3748F">
      <w:rPr>
        <w:rFonts w:ascii="Times New Roman" w:hAnsi="Times New Roman"/>
        <w:sz w:val="20"/>
        <w:szCs w:val="20"/>
      </w:rPr>
      <w:t>Üldtelefon</w:t>
    </w:r>
    <w:proofErr w:type="spellEnd"/>
    <w:r w:rsidRPr="00C3748F">
      <w:rPr>
        <w:rFonts w:ascii="Times New Roman" w:hAnsi="Times New Roman"/>
        <w:sz w:val="20"/>
        <w:szCs w:val="20"/>
      </w:rPr>
      <w:t>: 32 20048</w:t>
    </w:r>
    <w:r w:rsidRPr="00C3748F">
      <w:rPr>
        <w:rFonts w:ascii="Times New Roman" w:hAnsi="Times New Roman"/>
        <w:sz w:val="20"/>
        <w:szCs w:val="20"/>
      </w:rPr>
      <w:tab/>
    </w:r>
  </w:p>
  <w:p w14:paraId="0AC68730" w14:textId="77777777" w:rsidR="008D543C" w:rsidRPr="00C3748F" w:rsidRDefault="008D543C" w:rsidP="00D8154A">
    <w:pPr>
      <w:pStyle w:val="Jalus"/>
      <w:rPr>
        <w:rFonts w:ascii="Times New Roman" w:hAnsi="Times New Roman"/>
        <w:sz w:val="20"/>
        <w:szCs w:val="20"/>
      </w:rPr>
    </w:pPr>
    <w:r w:rsidRPr="00C3748F">
      <w:rPr>
        <w:rFonts w:ascii="Times New Roman" w:hAnsi="Times New Roman"/>
        <w:sz w:val="20"/>
        <w:szCs w:val="20"/>
      </w:rPr>
      <w:t xml:space="preserve">Rakvere tee 1                               Arveldusarved: 1120119469 Swedbank                </w:t>
    </w:r>
    <w:r>
      <w:rPr>
        <w:rFonts w:ascii="Times New Roman" w:hAnsi="Times New Roman"/>
        <w:sz w:val="20"/>
        <w:szCs w:val="20"/>
      </w:rPr>
      <w:t xml:space="preserve"> Raa</w:t>
    </w:r>
    <w:r w:rsidRPr="00C3748F">
      <w:rPr>
        <w:rFonts w:ascii="Times New Roman" w:hAnsi="Times New Roman"/>
        <w:sz w:val="20"/>
        <w:szCs w:val="20"/>
      </w:rPr>
      <w:t xml:space="preserve">matupidamine: 3293978                                                                           </w:t>
    </w:r>
  </w:p>
  <w:p w14:paraId="7D3CE2F2" w14:textId="77777777" w:rsidR="008D543C" w:rsidRPr="00C3748F" w:rsidRDefault="008D543C" w:rsidP="00D8154A">
    <w:pPr>
      <w:pStyle w:val="Jalus"/>
      <w:rPr>
        <w:rFonts w:ascii="Times New Roman" w:hAnsi="Times New Roman"/>
        <w:sz w:val="20"/>
        <w:szCs w:val="20"/>
      </w:rPr>
    </w:pPr>
    <w:r w:rsidRPr="00C3748F">
      <w:rPr>
        <w:rFonts w:ascii="Times New Roman" w:hAnsi="Times New Roman"/>
        <w:sz w:val="20"/>
        <w:szCs w:val="20"/>
      </w:rPr>
      <w:t xml:space="preserve">45106 TAPA                                                         10502018280009 SEB     </w:t>
    </w:r>
    <w:r>
      <w:rPr>
        <w:rFonts w:ascii="Times New Roman" w:hAnsi="Times New Roman"/>
        <w:sz w:val="20"/>
        <w:szCs w:val="20"/>
      </w:rPr>
      <w:t xml:space="preserve">             </w:t>
    </w:r>
    <w:r w:rsidRPr="00C3748F">
      <w:rPr>
        <w:rFonts w:ascii="Times New Roman" w:hAnsi="Times New Roman"/>
        <w:sz w:val="20"/>
        <w:szCs w:val="20"/>
      </w:rPr>
      <w:t xml:space="preserve"> </w:t>
    </w:r>
    <w:proofErr w:type="spellStart"/>
    <w:r>
      <w:rPr>
        <w:rFonts w:ascii="Times New Roman" w:hAnsi="Times New Roman"/>
        <w:sz w:val="20"/>
        <w:szCs w:val="20"/>
      </w:rPr>
      <w:t>E</w:t>
    </w:r>
    <w:r w:rsidRPr="00C3748F">
      <w:rPr>
        <w:rFonts w:ascii="Times New Roman" w:hAnsi="Times New Roman"/>
        <w:sz w:val="20"/>
        <w:szCs w:val="20"/>
      </w:rPr>
      <w:t>-mail:tapavesi@tapavesi.ee</w:t>
    </w:r>
    <w:proofErr w:type="spellEnd"/>
    <w:r w:rsidRPr="00C3748F">
      <w:rPr>
        <w:rFonts w:ascii="Times New Roman" w:hAnsi="Times New Roman"/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B9130F" w14:textId="77777777" w:rsidR="000A72D6" w:rsidRDefault="000A72D6" w:rsidP="005162E7">
      <w:pPr>
        <w:spacing w:after="0" w:line="240" w:lineRule="auto"/>
      </w:pPr>
      <w:r>
        <w:separator/>
      </w:r>
    </w:p>
  </w:footnote>
  <w:footnote w:type="continuationSeparator" w:id="0">
    <w:p w14:paraId="70C61B5C" w14:textId="77777777" w:rsidR="000A72D6" w:rsidRDefault="000A72D6" w:rsidP="005162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B8F5BE" w14:textId="77777777" w:rsidR="008D543C" w:rsidRDefault="00A06040" w:rsidP="005162E7">
    <w:pPr>
      <w:pStyle w:val="Pis"/>
      <w:jc w:val="right"/>
    </w:pPr>
    <w:r>
      <w:rPr>
        <w:noProof/>
        <w:lang w:eastAsia="et-EE"/>
      </w:rPr>
      <w:drawing>
        <wp:inline distT="0" distB="0" distL="0" distR="0" wp14:anchorId="397031CB" wp14:editId="20330207">
          <wp:extent cx="723900" cy="971550"/>
          <wp:effectExtent l="19050" t="0" r="0" b="0"/>
          <wp:docPr id="2" name="Pilt 0" descr="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lt 0" descr="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971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839DE"/>
    <w:multiLevelType w:val="hybridMultilevel"/>
    <w:tmpl w:val="9C667BD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DF74C1"/>
    <w:multiLevelType w:val="hybridMultilevel"/>
    <w:tmpl w:val="7262AD76"/>
    <w:lvl w:ilvl="0" w:tplc="0425000F">
      <w:start w:val="1"/>
      <w:numFmt w:val="decimal"/>
      <w:lvlText w:val="%1."/>
      <w:lvlJc w:val="left"/>
      <w:pPr>
        <w:ind w:left="644" w:hanging="360"/>
      </w:pPr>
    </w:lvl>
    <w:lvl w:ilvl="1" w:tplc="04250019" w:tentative="1">
      <w:start w:val="1"/>
      <w:numFmt w:val="lowerLetter"/>
      <w:lvlText w:val="%2."/>
      <w:lvlJc w:val="left"/>
      <w:pPr>
        <w:ind w:left="1364" w:hanging="360"/>
      </w:pPr>
    </w:lvl>
    <w:lvl w:ilvl="2" w:tplc="0425001B" w:tentative="1">
      <w:start w:val="1"/>
      <w:numFmt w:val="lowerRoman"/>
      <w:lvlText w:val="%3."/>
      <w:lvlJc w:val="right"/>
      <w:pPr>
        <w:ind w:left="2084" w:hanging="180"/>
      </w:pPr>
    </w:lvl>
    <w:lvl w:ilvl="3" w:tplc="0425000F" w:tentative="1">
      <w:start w:val="1"/>
      <w:numFmt w:val="decimal"/>
      <w:lvlText w:val="%4."/>
      <w:lvlJc w:val="left"/>
      <w:pPr>
        <w:ind w:left="2804" w:hanging="360"/>
      </w:pPr>
    </w:lvl>
    <w:lvl w:ilvl="4" w:tplc="04250019" w:tentative="1">
      <w:start w:val="1"/>
      <w:numFmt w:val="lowerLetter"/>
      <w:lvlText w:val="%5."/>
      <w:lvlJc w:val="left"/>
      <w:pPr>
        <w:ind w:left="3524" w:hanging="360"/>
      </w:pPr>
    </w:lvl>
    <w:lvl w:ilvl="5" w:tplc="0425001B" w:tentative="1">
      <w:start w:val="1"/>
      <w:numFmt w:val="lowerRoman"/>
      <w:lvlText w:val="%6."/>
      <w:lvlJc w:val="right"/>
      <w:pPr>
        <w:ind w:left="4244" w:hanging="180"/>
      </w:pPr>
    </w:lvl>
    <w:lvl w:ilvl="6" w:tplc="0425000F" w:tentative="1">
      <w:start w:val="1"/>
      <w:numFmt w:val="decimal"/>
      <w:lvlText w:val="%7."/>
      <w:lvlJc w:val="left"/>
      <w:pPr>
        <w:ind w:left="4964" w:hanging="360"/>
      </w:pPr>
    </w:lvl>
    <w:lvl w:ilvl="7" w:tplc="04250019" w:tentative="1">
      <w:start w:val="1"/>
      <w:numFmt w:val="lowerLetter"/>
      <w:lvlText w:val="%8."/>
      <w:lvlJc w:val="left"/>
      <w:pPr>
        <w:ind w:left="5684" w:hanging="360"/>
      </w:pPr>
    </w:lvl>
    <w:lvl w:ilvl="8" w:tplc="042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488161B"/>
    <w:multiLevelType w:val="hybridMultilevel"/>
    <w:tmpl w:val="9402A67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D15521"/>
    <w:multiLevelType w:val="hybridMultilevel"/>
    <w:tmpl w:val="55C2675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783CF2"/>
    <w:multiLevelType w:val="hybridMultilevel"/>
    <w:tmpl w:val="E65858FE"/>
    <w:lvl w:ilvl="0" w:tplc="3D66EB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49080D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7502CE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21C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6A561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A30A72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822A1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46958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468FF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3612720">
    <w:abstractNumId w:val="1"/>
  </w:num>
  <w:num w:numId="2" w16cid:durableId="164319620">
    <w:abstractNumId w:val="2"/>
  </w:num>
  <w:num w:numId="3" w16cid:durableId="876964112">
    <w:abstractNumId w:val="3"/>
  </w:num>
  <w:num w:numId="4" w16cid:durableId="1669753434">
    <w:abstractNumId w:val="0"/>
  </w:num>
  <w:num w:numId="5" w16cid:durableId="190659996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6C77"/>
    <w:rsid w:val="000026B8"/>
    <w:rsid w:val="000104CC"/>
    <w:rsid w:val="00011419"/>
    <w:rsid w:val="00012B44"/>
    <w:rsid w:val="00015141"/>
    <w:rsid w:val="00015619"/>
    <w:rsid w:val="00017DA9"/>
    <w:rsid w:val="0003140B"/>
    <w:rsid w:val="00033E28"/>
    <w:rsid w:val="0003416C"/>
    <w:rsid w:val="00037223"/>
    <w:rsid w:val="000446C8"/>
    <w:rsid w:val="00046650"/>
    <w:rsid w:val="00057AE7"/>
    <w:rsid w:val="00063D5F"/>
    <w:rsid w:val="00072FAC"/>
    <w:rsid w:val="00074680"/>
    <w:rsid w:val="00077C85"/>
    <w:rsid w:val="000921FD"/>
    <w:rsid w:val="000932B7"/>
    <w:rsid w:val="00097CAF"/>
    <w:rsid w:val="000A1942"/>
    <w:rsid w:val="000A72D6"/>
    <w:rsid w:val="000B0778"/>
    <w:rsid w:val="000B1187"/>
    <w:rsid w:val="000B6285"/>
    <w:rsid w:val="000C05B4"/>
    <w:rsid w:val="000C0884"/>
    <w:rsid w:val="000C5446"/>
    <w:rsid w:val="000C72AB"/>
    <w:rsid w:val="000C7B1E"/>
    <w:rsid w:val="000E0B78"/>
    <w:rsid w:val="000E74D6"/>
    <w:rsid w:val="0010104F"/>
    <w:rsid w:val="001124CC"/>
    <w:rsid w:val="00137575"/>
    <w:rsid w:val="00144E6E"/>
    <w:rsid w:val="001455FC"/>
    <w:rsid w:val="001537B7"/>
    <w:rsid w:val="001552B6"/>
    <w:rsid w:val="00163AD3"/>
    <w:rsid w:val="0016696C"/>
    <w:rsid w:val="0017079D"/>
    <w:rsid w:val="00182D7D"/>
    <w:rsid w:val="00184751"/>
    <w:rsid w:val="001900FF"/>
    <w:rsid w:val="00190AE9"/>
    <w:rsid w:val="00191EB6"/>
    <w:rsid w:val="0019573E"/>
    <w:rsid w:val="001A0EAB"/>
    <w:rsid w:val="001B0827"/>
    <w:rsid w:val="001B11BA"/>
    <w:rsid w:val="001B37E4"/>
    <w:rsid w:val="001D070E"/>
    <w:rsid w:val="001E10A0"/>
    <w:rsid w:val="001F3674"/>
    <w:rsid w:val="001F54E3"/>
    <w:rsid w:val="001F7A36"/>
    <w:rsid w:val="00201745"/>
    <w:rsid w:val="00212FC1"/>
    <w:rsid w:val="00214C33"/>
    <w:rsid w:val="0022185A"/>
    <w:rsid w:val="00224163"/>
    <w:rsid w:val="00241690"/>
    <w:rsid w:val="0024505E"/>
    <w:rsid w:val="002467C2"/>
    <w:rsid w:val="002613B1"/>
    <w:rsid w:val="002630C4"/>
    <w:rsid w:val="00282194"/>
    <w:rsid w:val="002859F8"/>
    <w:rsid w:val="00285AA3"/>
    <w:rsid w:val="00290003"/>
    <w:rsid w:val="0029553B"/>
    <w:rsid w:val="00296816"/>
    <w:rsid w:val="00297D0F"/>
    <w:rsid w:val="002A3078"/>
    <w:rsid w:val="002A3D5E"/>
    <w:rsid w:val="002A74AE"/>
    <w:rsid w:val="002B1003"/>
    <w:rsid w:val="002B2C49"/>
    <w:rsid w:val="002C43D8"/>
    <w:rsid w:val="002C4451"/>
    <w:rsid w:val="002D79FF"/>
    <w:rsid w:val="002E4F6D"/>
    <w:rsid w:val="002F3EE3"/>
    <w:rsid w:val="003070ED"/>
    <w:rsid w:val="003121FD"/>
    <w:rsid w:val="00327371"/>
    <w:rsid w:val="00327A34"/>
    <w:rsid w:val="00327F39"/>
    <w:rsid w:val="00332595"/>
    <w:rsid w:val="00337CA6"/>
    <w:rsid w:val="003405AE"/>
    <w:rsid w:val="003436AD"/>
    <w:rsid w:val="0034420D"/>
    <w:rsid w:val="003535CF"/>
    <w:rsid w:val="00357276"/>
    <w:rsid w:val="003624BA"/>
    <w:rsid w:val="00362AB2"/>
    <w:rsid w:val="00371C90"/>
    <w:rsid w:val="0037491C"/>
    <w:rsid w:val="003766D3"/>
    <w:rsid w:val="00390E1B"/>
    <w:rsid w:val="00393534"/>
    <w:rsid w:val="003B1386"/>
    <w:rsid w:val="003B73F2"/>
    <w:rsid w:val="003C0B24"/>
    <w:rsid w:val="003C2C20"/>
    <w:rsid w:val="003C7523"/>
    <w:rsid w:val="003D29B1"/>
    <w:rsid w:val="003D48DC"/>
    <w:rsid w:val="003E6F6D"/>
    <w:rsid w:val="003F0588"/>
    <w:rsid w:val="003F2222"/>
    <w:rsid w:val="00401168"/>
    <w:rsid w:val="004049FA"/>
    <w:rsid w:val="00413AA0"/>
    <w:rsid w:val="00420A77"/>
    <w:rsid w:val="00421661"/>
    <w:rsid w:val="00431998"/>
    <w:rsid w:val="00443F8E"/>
    <w:rsid w:val="00445000"/>
    <w:rsid w:val="00445692"/>
    <w:rsid w:val="00464034"/>
    <w:rsid w:val="004804C5"/>
    <w:rsid w:val="00486611"/>
    <w:rsid w:val="0048797B"/>
    <w:rsid w:val="004932DE"/>
    <w:rsid w:val="004A2A6A"/>
    <w:rsid w:val="004A5ECB"/>
    <w:rsid w:val="004B5A87"/>
    <w:rsid w:val="004B79B6"/>
    <w:rsid w:val="004C5802"/>
    <w:rsid w:val="004C5BD7"/>
    <w:rsid w:val="004C6042"/>
    <w:rsid w:val="004D381A"/>
    <w:rsid w:val="004E2A08"/>
    <w:rsid w:val="004F1191"/>
    <w:rsid w:val="004F437C"/>
    <w:rsid w:val="005162E7"/>
    <w:rsid w:val="00516D33"/>
    <w:rsid w:val="0052169A"/>
    <w:rsid w:val="0052751F"/>
    <w:rsid w:val="00527666"/>
    <w:rsid w:val="0053156A"/>
    <w:rsid w:val="00533D0C"/>
    <w:rsid w:val="005366B6"/>
    <w:rsid w:val="00540AA1"/>
    <w:rsid w:val="00547613"/>
    <w:rsid w:val="00553404"/>
    <w:rsid w:val="0056061B"/>
    <w:rsid w:val="00563FD8"/>
    <w:rsid w:val="00576D51"/>
    <w:rsid w:val="005815B0"/>
    <w:rsid w:val="0059457C"/>
    <w:rsid w:val="00597EB6"/>
    <w:rsid w:val="005A0DB2"/>
    <w:rsid w:val="005A2B0E"/>
    <w:rsid w:val="005A30C2"/>
    <w:rsid w:val="005B02EC"/>
    <w:rsid w:val="005B51A3"/>
    <w:rsid w:val="005B5932"/>
    <w:rsid w:val="005B74AA"/>
    <w:rsid w:val="005C021D"/>
    <w:rsid w:val="005C059E"/>
    <w:rsid w:val="005C5C61"/>
    <w:rsid w:val="005C6971"/>
    <w:rsid w:val="005C7B8B"/>
    <w:rsid w:val="005E07BF"/>
    <w:rsid w:val="005E4C33"/>
    <w:rsid w:val="005E74F3"/>
    <w:rsid w:val="005F020B"/>
    <w:rsid w:val="006069B8"/>
    <w:rsid w:val="00607D29"/>
    <w:rsid w:val="00610008"/>
    <w:rsid w:val="0061050B"/>
    <w:rsid w:val="00620090"/>
    <w:rsid w:val="00622142"/>
    <w:rsid w:val="00624C45"/>
    <w:rsid w:val="00624F33"/>
    <w:rsid w:val="006328A5"/>
    <w:rsid w:val="00665E59"/>
    <w:rsid w:val="006841C0"/>
    <w:rsid w:val="00687C70"/>
    <w:rsid w:val="00687F52"/>
    <w:rsid w:val="00693888"/>
    <w:rsid w:val="00693EC5"/>
    <w:rsid w:val="006947D5"/>
    <w:rsid w:val="006A6249"/>
    <w:rsid w:val="006B7718"/>
    <w:rsid w:val="006B7A6F"/>
    <w:rsid w:val="006C204F"/>
    <w:rsid w:val="006D0304"/>
    <w:rsid w:val="006D185C"/>
    <w:rsid w:val="006D3DBE"/>
    <w:rsid w:val="006E2959"/>
    <w:rsid w:val="006F06F6"/>
    <w:rsid w:val="006F4B49"/>
    <w:rsid w:val="006F6387"/>
    <w:rsid w:val="00704F91"/>
    <w:rsid w:val="00707E1A"/>
    <w:rsid w:val="00711990"/>
    <w:rsid w:val="0071252E"/>
    <w:rsid w:val="00712D99"/>
    <w:rsid w:val="00713F79"/>
    <w:rsid w:val="00731B34"/>
    <w:rsid w:val="00736C59"/>
    <w:rsid w:val="0074716C"/>
    <w:rsid w:val="00750237"/>
    <w:rsid w:val="00762513"/>
    <w:rsid w:val="00775679"/>
    <w:rsid w:val="00783ACF"/>
    <w:rsid w:val="00787A8B"/>
    <w:rsid w:val="007B5344"/>
    <w:rsid w:val="007B57D9"/>
    <w:rsid w:val="007D68EB"/>
    <w:rsid w:val="007E6EF6"/>
    <w:rsid w:val="007F7648"/>
    <w:rsid w:val="00800200"/>
    <w:rsid w:val="008031F6"/>
    <w:rsid w:val="008031FA"/>
    <w:rsid w:val="00807319"/>
    <w:rsid w:val="008119D0"/>
    <w:rsid w:val="00821F59"/>
    <w:rsid w:val="0082333A"/>
    <w:rsid w:val="008246E8"/>
    <w:rsid w:val="00825534"/>
    <w:rsid w:val="00825976"/>
    <w:rsid w:val="00826E5E"/>
    <w:rsid w:val="00842025"/>
    <w:rsid w:val="008657BD"/>
    <w:rsid w:val="008673E9"/>
    <w:rsid w:val="0087277F"/>
    <w:rsid w:val="00882F7F"/>
    <w:rsid w:val="00893743"/>
    <w:rsid w:val="00896C77"/>
    <w:rsid w:val="0089776C"/>
    <w:rsid w:val="008A0668"/>
    <w:rsid w:val="008A6E01"/>
    <w:rsid w:val="008B4E47"/>
    <w:rsid w:val="008C0CDF"/>
    <w:rsid w:val="008D26D8"/>
    <w:rsid w:val="008D4147"/>
    <w:rsid w:val="008D543C"/>
    <w:rsid w:val="008E01F1"/>
    <w:rsid w:val="008E07B7"/>
    <w:rsid w:val="008E0F20"/>
    <w:rsid w:val="008F45E9"/>
    <w:rsid w:val="008F474B"/>
    <w:rsid w:val="008F6B46"/>
    <w:rsid w:val="00904EB7"/>
    <w:rsid w:val="00907D47"/>
    <w:rsid w:val="009118E6"/>
    <w:rsid w:val="00912879"/>
    <w:rsid w:val="009137D2"/>
    <w:rsid w:val="00913B82"/>
    <w:rsid w:val="00917549"/>
    <w:rsid w:val="00924082"/>
    <w:rsid w:val="00932414"/>
    <w:rsid w:val="0094092B"/>
    <w:rsid w:val="00944E3C"/>
    <w:rsid w:val="009554A3"/>
    <w:rsid w:val="00975D55"/>
    <w:rsid w:val="0099637E"/>
    <w:rsid w:val="00996C73"/>
    <w:rsid w:val="009A7CCC"/>
    <w:rsid w:val="009A7D5F"/>
    <w:rsid w:val="009C0430"/>
    <w:rsid w:val="009C0F07"/>
    <w:rsid w:val="009C2970"/>
    <w:rsid w:val="009C36DB"/>
    <w:rsid w:val="009D0FB1"/>
    <w:rsid w:val="009D2BE8"/>
    <w:rsid w:val="009D35EF"/>
    <w:rsid w:val="009D36AC"/>
    <w:rsid w:val="009D40BA"/>
    <w:rsid w:val="009D4610"/>
    <w:rsid w:val="009E4E81"/>
    <w:rsid w:val="009F5F99"/>
    <w:rsid w:val="009F7A71"/>
    <w:rsid w:val="00A00D90"/>
    <w:rsid w:val="00A06040"/>
    <w:rsid w:val="00A10A76"/>
    <w:rsid w:val="00A174F1"/>
    <w:rsid w:val="00A2283F"/>
    <w:rsid w:val="00A35714"/>
    <w:rsid w:val="00A50719"/>
    <w:rsid w:val="00A51DC4"/>
    <w:rsid w:val="00A52F2D"/>
    <w:rsid w:val="00A5391A"/>
    <w:rsid w:val="00A615AF"/>
    <w:rsid w:val="00A6476B"/>
    <w:rsid w:val="00A86195"/>
    <w:rsid w:val="00A92D48"/>
    <w:rsid w:val="00A93E8C"/>
    <w:rsid w:val="00AA0D74"/>
    <w:rsid w:val="00AB228A"/>
    <w:rsid w:val="00AB2508"/>
    <w:rsid w:val="00AB6FCF"/>
    <w:rsid w:val="00AB77AB"/>
    <w:rsid w:val="00AC1F95"/>
    <w:rsid w:val="00AC3BCB"/>
    <w:rsid w:val="00AC7FFC"/>
    <w:rsid w:val="00AD1FAC"/>
    <w:rsid w:val="00AE094D"/>
    <w:rsid w:val="00AE2A62"/>
    <w:rsid w:val="00AE673A"/>
    <w:rsid w:val="00B177DD"/>
    <w:rsid w:val="00B232E5"/>
    <w:rsid w:val="00B30028"/>
    <w:rsid w:val="00B42DBE"/>
    <w:rsid w:val="00B8299C"/>
    <w:rsid w:val="00B860CF"/>
    <w:rsid w:val="00B90DE2"/>
    <w:rsid w:val="00B92ABF"/>
    <w:rsid w:val="00BA4320"/>
    <w:rsid w:val="00BC4D1F"/>
    <w:rsid w:val="00BE20A2"/>
    <w:rsid w:val="00BE6803"/>
    <w:rsid w:val="00C02904"/>
    <w:rsid w:val="00C104DE"/>
    <w:rsid w:val="00C15474"/>
    <w:rsid w:val="00C34F85"/>
    <w:rsid w:val="00C3748F"/>
    <w:rsid w:val="00C40D71"/>
    <w:rsid w:val="00C42B69"/>
    <w:rsid w:val="00C4548B"/>
    <w:rsid w:val="00C513FA"/>
    <w:rsid w:val="00C514EE"/>
    <w:rsid w:val="00C51BDF"/>
    <w:rsid w:val="00C55E40"/>
    <w:rsid w:val="00C57D0C"/>
    <w:rsid w:val="00C65958"/>
    <w:rsid w:val="00C6736D"/>
    <w:rsid w:val="00C73508"/>
    <w:rsid w:val="00C87A76"/>
    <w:rsid w:val="00C90BCD"/>
    <w:rsid w:val="00C92584"/>
    <w:rsid w:val="00C949BC"/>
    <w:rsid w:val="00C97B7E"/>
    <w:rsid w:val="00CA65B0"/>
    <w:rsid w:val="00CB0BFD"/>
    <w:rsid w:val="00CB7CBE"/>
    <w:rsid w:val="00CC17B8"/>
    <w:rsid w:val="00CC3664"/>
    <w:rsid w:val="00CD1844"/>
    <w:rsid w:val="00CD1DBC"/>
    <w:rsid w:val="00CD54D6"/>
    <w:rsid w:val="00CE62AC"/>
    <w:rsid w:val="00CE7E18"/>
    <w:rsid w:val="00CF53C9"/>
    <w:rsid w:val="00CF7767"/>
    <w:rsid w:val="00D02ADB"/>
    <w:rsid w:val="00D13D1A"/>
    <w:rsid w:val="00D20D73"/>
    <w:rsid w:val="00D2120D"/>
    <w:rsid w:val="00D37E2B"/>
    <w:rsid w:val="00D43CCE"/>
    <w:rsid w:val="00D45551"/>
    <w:rsid w:val="00D51417"/>
    <w:rsid w:val="00D53328"/>
    <w:rsid w:val="00D62ADA"/>
    <w:rsid w:val="00D659FE"/>
    <w:rsid w:val="00D74C77"/>
    <w:rsid w:val="00D76B57"/>
    <w:rsid w:val="00D81262"/>
    <w:rsid w:val="00D8154A"/>
    <w:rsid w:val="00D81CA9"/>
    <w:rsid w:val="00D83F98"/>
    <w:rsid w:val="00D8692C"/>
    <w:rsid w:val="00D90EB6"/>
    <w:rsid w:val="00D96385"/>
    <w:rsid w:val="00D97062"/>
    <w:rsid w:val="00DA0501"/>
    <w:rsid w:val="00DA5FA5"/>
    <w:rsid w:val="00DA6CE8"/>
    <w:rsid w:val="00DA7833"/>
    <w:rsid w:val="00DC2A8C"/>
    <w:rsid w:val="00DC7D22"/>
    <w:rsid w:val="00DD11B0"/>
    <w:rsid w:val="00DD261A"/>
    <w:rsid w:val="00DE708E"/>
    <w:rsid w:val="00E03B25"/>
    <w:rsid w:val="00E04775"/>
    <w:rsid w:val="00E05CA6"/>
    <w:rsid w:val="00E1247C"/>
    <w:rsid w:val="00E2272B"/>
    <w:rsid w:val="00E3361F"/>
    <w:rsid w:val="00E37255"/>
    <w:rsid w:val="00E43664"/>
    <w:rsid w:val="00E56E0E"/>
    <w:rsid w:val="00E67320"/>
    <w:rsid w:val="00E709E9"/>
    <w:rsid w:val="00E76E1D"/>
    <w:rsid w:val="00E93D44"/>
    <w:rsid w:val="00E97192"/>
    <w:rsid w:val="00EA3D52"/>
    <w:rsid w:val="00EB1863"/>
    <w:rsid w:val="00EE0AA1"/>
    <w:rsid w:val="00EE5C6D"/>
    <w:rsid w:val="00EF05A6"/>
    <w:rsid w:val="00EF7290"/>
    <w:rsid w:val="00F07322"/>
    <w:rsid w:val="00F075A6"/>
    <w:rsid w:val="00F113D2"/>
    <w:rsid w:val="00F14E51"/>
    <w:rsid w:val="00F278A9"/>
    <w:rsid w:val="00F306BA"/>
    <w:rsid w:val="00F414BC"/>
    <w:rsid w:val="00F417FF"/>
    <w:rsid w:val="00F446F3"/>
    <w:rsid w:val="00F451BD"/>
    <w:rsid w:val="00F535F3"/>
    <w:rsid w:val="00F6211B"/>
    <w:rsid w:val="00F71B71"/>
    <w:rsid w:val="00F72DD1"/>
    <w:rsid w:val="00F83CCF"/>
    <w:rsid w:val="00F90620"/>
    <w:rsid w:val="00F93A4E"/>
    <w:rsid w:val="00FA66C3"/>
    <w:rsid w:val="00FA731C"/>
    <w:rsid w:val="00FB4C5A"/>
    <w:rsid w:val="00FB6202"/>
    <w:rsid w:val="00FB75A5"/>
    <w:rsid w:val="00FB75AF"/>
    <w:rsid w:val="00FC0DC7"/>
    <w:rsid w:val="00FC0E13"/>
    <w:rsid w:val="00FC267B"/>
    <w:rsid w:val="00FC3C53"/>
    <w:rsid w:val="00FC49EF"/>
    <w:rsid w:val="00FC7004"/>
    <w:rsid w:val="00FF4F00"/>
    <w:rsid w:val="00FF5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728BB8"/>
  <w15:docId w15:val="{8F4B78DA-34F0-43A4-AD77-BD22AF3C6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67320"/>
    <w:pPr>
      <w:spacing w:after="200" w:line="276" w:lineRule="auto"/>
    </w:pPr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F7290"/>
    <w:pPr>
      <w:keepNext/>
      <w:outlineLvl w:val="0"/>
    </w:pPr>
    <w:rPr>
      <w:rFonts w:ascii="Times New Roman" w:hAnsi="Times New Roman"/>
      <w:sz w:val="28"/>
      <w:szCs w:val="28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F7290"/>
    <w:pPr>
      <w:keepNext/>
      <w:jc w:val="both"/>
      <w:outlineLvl w:val="1"/>
    </w:pPr>
    <w:rPr>
      <w:rFonts w:ascii="Times New Roman" w:hAnsi="Times New Roman"/>
      <w:b/>
      <w:u w:val="single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0C7B1E"/>
    <w:pPr>
      <w:keepNext/>
      <w:spacing w:after="0"/>
      <w:outlineLvl w:val="2"/>
    </w:pPr>
    <w:rPr>
      <w:rFonts w:ascii="Times New Roman" w:hAnsi="Times New Roman"/>
      <w:b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5162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5162E7"/>
  </w:style>
  <w:style w:type="paragraph" w:styleId="Jalus">
    <w:name w:val="footer"/>
    <w:basedOn w:val="Normaallaad"/>
    <w:link w:val="JalusMrk"/>
    <w:uiPriority w:val="99"/>
    <w:unhideWhenUsed/>
    <w:rsid w:val="005162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5162E7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162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5162E7"/>
    <w:rPr>
      <w:rFonts w:ascii="Tahoma" w:hAnsi="Tahoma" w:cs="Tahoma"/>
      <w:sz w:val="16"/>
      <w:szCs w:val="16"/>
    </w:rPr>
  </w:style>
  <w:style w:type="character" w:styleId="Hperlink">
    <w:name w:val="Hyperlink"/>
    <w:basedOn w:val="Liguvaikefont"/>
    <w:uiPriority w:val="99"/>
    <w:unhideWhenUsed/>
    <w:rsid w:val="00F278A9"/>
    <w:rPr>
      <w:color w:val="0000FF"/>
      <w:u w:val="single"/>
    </w:rPr>
  </w:style>
  <w:style w:type="paragraph" w:styleId="Loendilik">
    <w:name w:val="List Paragraph"/>
    <w:basedOn w:val="Normaallaad"/>
    <w:uiPriority w:val="34"/>
    <w:qFormat/>
    <w:rsid w:val="00687C70"/>
    <w:pPr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Pealkiri1Mrk">
    <w:name w:val="Pealkiri 1 Märk"/>
    <w:basedOn w:val="Liguvaikefont"/>
    <w:link w:val="Pealkiri1"/>
    <w:uiPriority w:val="9"/>
    <w:rsid w:val="00EF7290"/>
    <w:rPr>
      <w:rFonts w:ascii="Times New Roman" w:hAnsi="Times New Roman"/>
      <w:sz w:val="28"/>
      <w:szCs w:val="28"/>
      <w:lang w:eastAsia="en-US"/>
    </w:rPr>
  </w:style>
  <w:style w:type="character" w:customStyle="1" w:styleId="Pealkiri2Mrk">
    <w:name w:val="Pealkiri 2 Märk"/>
    <w:basedOn w:val="Liguvaikefont"/>
    <w:link w:val="Pealkiri2"/>
    <w:uiPriority w:val="9"/>
    <w:rsid w:val="00EF7290"/>
    <w:rPr>
      <w:rFonts w:ascii="Times New Roman" w:hAnsi="Times New Roman"/>
      <w:b/>
      <w:sz w:val="24"/>
      <w:szCs w:val="24"/>
      <w:u w:val="single"/>
      <w:lang w:eastAsia="en-US"/>
    </w:rPr>
  </w:style>
  <w:style w:type="character" w:customStyle="1" w:styleId="Pealkiri3Mrk">
    <w:name w:val="Pealkiri 3 Märk"/>
    <w:basedOn w:val="Liguvaikefont"/>
    <w:link w:val="Pealkiri3"/>
    <w:uiPriority w:val="9"/>
    <w:rsid w:val="000C7B1E"/>
    <w:rPr>
      <w:rFonts w:ascii="Times New Roman" w:hAnsi="Times New Roman"/>
      <w:b/>
      <w:sz w:val="24"/>
      <w:szCs w:val="24"/>
      <w:lang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FA73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034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vika.Kruusmagi@konkurentsiamet.e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eelis\Desktop\Tapa%20Vesi.dotx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52D868-B81D-46B1-904A-A9649871A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Tapa Vesi.dotx</Template>
  <TotalTime>15</TotalTime>
  <Pages>1</Pages>
  <Words>73</Words>
  <Characters>427</Characters>
  <Application>Microsoft Office Word</Application>
  <DocSecurity>0</DocSecurity>
  <Lines>3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Teet Koitjärv</Company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Aare</dc:creator>
  <cp:lastModifiedBy>Arne Arumägi</cp:lastModifiedBy>
  <cp:revision>6</cp:revision>
  <cp:lastPrinted>2020-10-08T07:46:00Z</cp:lastPrinted>
  <dcterms:created xsi:type="dcterms:W3CDTF">2025-11-04T11:13:00Z</dcterms:created>
  <dcterms:modified xsi:type="dcterms:W3CDTF">2025-11-05T12:03:00Z</dcterms:modified>
</cp:coreProperties>
</file>